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DFD69E1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AD0A8A">
        <w:rPr>
          <w:szCs w:val="22"/>
        </w:rPr>
        <w:t>1</w:t>
      </w:r>
      <w:r w:rsidR="00A20600">
        <w:rPr>
          <w:szCs w:val="22"/>
        </w:rPr>
        <w:t>0</w:t>
      </w:r>
      <w:r w:rsidR="00332B68">
        <w:rPr>
          <w:szCs w:val="22"/>
        </w:rPr>
        <w:t xml:space="preserve"> </w:t>
      </w:r>
      <w:r w:rsidR="00385BB0">
        <w:rPr>
          <w:lang w:eastAsia="cs-CZ"/>
        </w:rPr>
        <w:t>ZD</w:t>
      </w:r>
      <w:r w:rsidRPr="00C536EE">
        <w:rPr>
          <w:szCs w:val="22"/>
        </w:rPr>
        <w:t xml:space="preserve"> </w:t>
      </w:r>
      <w:r w:rsidR="003C6D72" w:rsidRPr="00C536EE">
        <w:rPr>
          <w:szCs w:val="22"/>
        </w:rPr>
        <w:t xml:space="preserve">a budoucí příloha č. </w:t>
      </w:r>
      <w:r w:rsidR="008C39C7">
        <w:rPr>
          <w:szCs w:val="22"/>
        </w:rPr>
        <w:t>7</w:t>
      </w:r>
      <w:r w:rsidR="003C6D72" w:rsidRPr="00C536EE">
        <w:rPr>
          <w:szCs w:val="22"/>
        </w:rPr>
        <w:t xml:space="preserve"> Rámcové dohody</w:t>
      </w:r>
      <w:r w:rsidRPr="00C536EE">
        <w:rPr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AD0A8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AD0A8A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AD0A8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AD0A8A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AD0A8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AD0A8A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AD0A8A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AD0A8A">
        <w:rPr>
          <w:highlight w:val="green"/>
        </w:rPr>
        <w:t>]</w:t>
      </w:r>
    </w:p>
    <w:p w14:paraId="72FBFE42" w14:textId="2BFB2EAF" w:rsidR="005C48ED" w:rsidRPr="000C4AB7" w:rsidRDefault="007F769F" w:rsidP="00E77D54">
      <w:pPr>
        <w:spacing w:line="240" w:lineRule="auto"/>
        <w:rPr>
          <w:color w:val="666666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AD0A8A">
        <w:rPr>
          <w:rFonts w:eastAsia="Times New Roman" w:cs="Times New Roman"/>
          <w:lang w:eastAsia="cs-CZ"/>
        </w:rPr>
        <w:t>sektorové veřejné zakázky</w:t>
      </w:r>
      <w:r w:rsidR="005C48ED" w:rsidRPr="00AD0A8A">
        <w:rPr>
          <w:rFonts w:eastAsia="Times New Roman" w:cs="Times New Roman"/>
          <w:lang w:eastAsia="cs-CZ"/>
        </w:rPr>
        <w:t xml:space="preserve"> </w:t>
      </w:r>
      <w:r w:rsidR="008145D7" w:rsidRPr="00AD0A8A">
        <w:rPr>
          <w:rFonts w:eastAsia="Times New Roman" w:cs="Times New Roman"/>
          <w:lang w:eastAsia="cs-CZ"/>
        </w:rPr>
        <w:t>s</w:t>
      </w:r>
      <w:r w:rsidR="00332B68" w:rsidRPr="00AD0A8A">
        <w:rPr>
          <w:rFonts w:eastAsia="Times New Roman" w:cs="Times New Roman"/>
          <w:lang w:eastAsia="cs-CZ"/>
        </w:rPr>
        <w:t> </w:t>
      </w:r>
      <w:r w:rsidR="008145D7" w:rsidRPr="00AD0A8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D0A8A">
        <w:t>„</w:t>
      </w:r>
      <w:bookmarkEnd w:id="0"/>
      <w:r w:rsidR="00AD0A8A" w:rsidRPr="00AD0A8A">
        <w:rPr>
          <w:rStyle w:val="Tun"/>
          <w:rFonts w:eastAsiaTheme="minorHAnsi"/>
        </w:rPr>
        <w:t>Servis a opravy služebních vozidel 202</w:t>
      </w:r>
      <w:r w:rsidR="00E151F7">
        <w:rPr>
          <w:rStyle w:val="Tun"/>
          <w:rFonts w:eastAsiaTheme="minorHAnsi"/>
        </w:rPr>
        <w:t>5</w:t>
      </w:r>
      <w:r w:rsidR="00AD0A8A" w:rsidRPr="00AD0A8A">
        <w:rPr>
          <w:rStyle w:val="Tun"/>
          <w:rFonts w:eastAsiaTheme="minorHAnsi"/>
        </w:rPr>
        <w:t xml:space="preserve"> - 202</w:t>
      </w:r>
      <w:r w:rsidR="00E151F7">
        <w:rPr>
          <w:rStyle w:val="Tun"/>
          <w:rFonts w:eastAsiaTheme="minorHAnsi"/>
        </w:rPr>
        <w:t>8</w:t>
      </w:r>
      <w:r w:rsidR="008145D7" w:rsidRPr="00AD0A8A">
        <w:t>“</w:t>
      </w:r>
      <w:r w:rsidR="00AD0A8A">
        <w:t xml:space="preserve"> v</w:t>
      </w:r>
      <w:r w:rsidR="000C4AB7">
        <w:t> </w:t>
      </w:r>
      <w:r w:rsidR="00AD0A8A">
        <w:t xml:space="preserve">části </w:t>
      </w:r>
      <w:sdt>
        <w:sdtPr>
          <w:rPr>
            <w:bCs/>
            <w:highlight w:val="green"/>
          </w:rPr>
          <w:alias w:val="vyberte část veřejné zakázky"/>
          <w:tag w:val="vyberte část veřejné zakázky"/>
          <w:id w:val="-2068410845"/>
          <w:placeholder>
            <w:docPart w:val="125AF934FE5A4793B3FAFC3D2C914DB1"/>
          </w:placeholder>
          <w15:color w:val="FF0000"/>
          <w:dropDownList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  <w:listItem w:displayText="F" w:value="F"/>
            <w:listItem w:displayText="G" w:value="G"/>
            <w:listItem w:displayText="H" w:value="H"/>
            <w:listItem w:displayText="I" w:value="I"/>
            <w:listItem w:displayText="J" w:value="J"/>
            <w:listItem w:displayText="K" w:value="K"/>
            <w:listItem w:displayText="L" w:value="L"/>
          </w:dropDownList>
        </w:sdtPr>
        <w:sdtEndPr/>
        <w:sdtContent>
          <w:r w:rsidR="006A293E" w:rsidRPr="00AA4CDB">
            <w:rPr>
              <w:bCs/>
              <w:highlight w:val="green"/>
            </w:rPr>
            <w:t>[</w:t>
          </w:r>
          <w:r w:rsidR="006A293E">
            <w:rPr>
              <w:bCs/>
              <w:highlight w:val="green"/>
            </w:rPr>
            <w:t>VYBERE</w:t>
          </w:r>
          <w:r w:rsidR="006A293E" w:rsidRPr="00AA4CDB">
            <w:rPr>
              <w:bCs/>
              <w:highlight w:val="green"/>
            </w:rPr>
            <w:t xml:space="preserve"> ÚČASTNÍK]</w:t>
          </w:r>
        </w:sdtContent>
      </w:sdt>
      <w:r w:rsidR="00AD0A8A" w:rsidRPr="00AD0A8A">
        <w:rPr>
          <w:b/>
          <w:bCs/>
          <w:color w:val="FF0000"/>
        </w:rPr>
        <w:t>*</w:t>
      </w:r>
      <w:r w:rsidR="00AD0A8A" w:rsidRPr="00AD0A8A">
        <w:rPr>
          <w:color w:val="FF0000"/>
        </w:rPr>
        <w:t xml:space="preserve"> </w:t>
      </w:r>
      <w:r w:rsidR="00AD0A8A">
        <w:t>veřejné zakázky</w:t>
      </w:r>
      <w:r w:rsidR="008145D7" w:rsidRPr="00AD0A8A">
        <w:rPr>
          <w:rFonts w:eastAsia="Times New Roman" w:cs="Times New Roman"/>
          <w:lang w:eastAsia="cs-CZ"/>
        </w:rPr>
        <w:t xml:space="preserve">, </w:t>
      </w:r>
      <w:r w:rsidR="00E77D54" w:rsidRPr="00AD0A8A">
        <w:rPr>
          <w:rFonts w:eastAsia="Times New Roman" w:cs="Times New Roman"/>
          <w:lang w:eastAsia="cs-CZ"/>
        </w:rPr>
        <w:t>(</w:t>
      </w:r>
      <w:r w:rsidR="00332B68" w:rsidRPr="00AD0A8A">
        <w:rPr>
          <w:rFonts w:eastAsia="Times New Roman" w:cs="Times New Roman"/>
          <w:lang w:eastAsia="cs-CZ"/>
        </w:rPr>
        <w:t>dále jen „</w:t>
      </w:r>
      <w:r w:rsidR="00332B68" w:rsidRPr="00AD0A8A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1F97844E" w14:textId="44E92CD5" w:rsidR="003C6D72" w:rsidRPr="00C536EE" w:rsidRDefault="00AD0A8A" w:rsidP="00C536EE">
      <w:pPr>
        <w:pStyle w:val="aodst"/>
        <w:numPr>
          <w:ilvl w:val="0"/>
          <w:numId w:val="0"/>
        </w:numPr>
        <w:ind w:left="567" w:hanging="567"/>
        <w:rPr>
          <w:rStyle w:val="Tun"/>
          <w:rFonts w:asciiTheme="minorHAnsi" w:eastAsia="Calibri" w:hAnsiTheme="minorHAnsi" w:cstheme="minorBidi"/>
          <w:b w:val="0"/>
          <w:lang w:eastAsia="en-US"/>
        </w:rPr>
      </w:pPr>
      <w:r>
        <w:rPr>
          <w:rStyle w:val="Tun"/>
          <w:rFonts w:eastAsia="Calibri"/>
        </w:rPr>
        <w:t xml:space="preserve">Lokalita jeho </w:t>
      </w:r>
      <w:r w:rsidR="00625B56">
        <w:rPr>
          <w:rStyle w:val="Tun"/>
          <w:rFonts w:eastAsia="Calibri"/>
        </w:rPr>
        <w:t xml:space="preserve">Nabízené </w:t>
      </w:r>
      <w:r>
        <w:rPr>
          <w:rStyle w:val="Tun"/>
          <w:rFonts w:eastAsia="Calibri"/>
        </w:rPr>
        <w:t xml:space="preserve">provozovny servisu se nachází </w:t>
      </w:r>
      <w:r w:rsidR="003C6D72">
        <w:rPr>
          <w:rStyle w:val="Tun"/>
          <w:rFonts w:eastAsia="Calibri"/>
        </w:rPr>
        <w:t>na adrese</w:t>
      </w:r>
      <w:r w:rsidR="0013640A">
        <w:rPr>
          <w:rStyle w:val="Tun"/>
          <w:rFonts w:eastAsia="Calibri"/>
        </w:rPr>
        <w:t>:</w:t>
      </w:r>
    </w:p>
    <w:p w14:paraId="70583B49" w14:textId="77777777" w:rsidR="003C6D72" w:rsidRDefault="003C6D72" w:rsidP="003C6D72">
      <w:pPr>
        <w:pStyle w:val="aodst"/>
        <w:numPr>
          <w:ilvl w:val="0"/>
          <w:numId w:val="0"/>
        </w:numPr>
        <w:ind w:left="567"/>
      </w:pPr>
      <w:r w:rsidRPr="00AD0A8A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D0A8A">
        <w:rPr>
          <w:highlight w:val="green"/>
        </w:rPr>
        <w:t>]</w:t>
      </w:r>
    </w:p>
    <w:p w14:paraId="42F26FBD" w14:textId="4069B395" w:rsidR="003C6D72" w:rsidRDefault="003C6D72" w:rsidP="003C6D72">
      <w:pPr>
        <w:pStyle w:val="aodst"/>
        <w:numPr>
          <w:ilvl w:val="0"/>
          <w:numId w:val="0"/>
        </w:numPr>
        <w:ind w:left="567"/>
        <w:rPr>
          <w:rStyle w:val="Tun"/>
          <w:rFonts w:eastAsia="Calibri"/>
        </w:rPr>
      </w:pPr>
      <w:r w:rsidRPr="003C6D72">
        <w:rPr>
          <w:rStyle w:val="Tun"/>
          <w:rFonts w:eastAsia="Calibri"/>
        </w:rPr>
        <w:t xml:space="preserve">GPS lokace**: </w:t>
      </w:r>
      <w:r w:rsidRPr="00AD0A8A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D0A8A">
        <w:rPr>
          <w:highlight w:val="green"/>
        </w:rPr>
        <w:t>]</w:t>
      </w:r>
    </w:p>
    <w:p w14:paraId="34C5D1A3" w14:textId="321B2A8E" w:rsidR="005C48ED" w:rsidRDefault="003C6D72" w:rsidP="00C536EE">
      <w:pPr>
        <w:pStyle w:val="aodst"/>
        <w:numPr>
          <w:ilvl w:val="0"/>
          <w:numId w:val="0"/>
        </w:numPr>
      </w:pPr>
      <w:r w:rsidRPr="003C6D72">
        <w:rPr>
          <w:rStyle w:val="Tun"/>
          <w:rFonts w:eastAsia="Calibri"/>
        </w:rPr>
        <w:t>a plnění na základě Rámcové dohody uzavřené na tuto část veřejné zakázky bude prováděno v této provozovně</w:t>
      </w:r>
      <w:r w:rsidR="00AD0A8A">
        <w:rPr>
          <w:rStyle w:val="Tun"/>
          <w:rFonts w:eastAsia="Calibri"/>
        </w:rPr>
        <w:t>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AD0A8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AD0A8A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AD0A8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AD0A8A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Default="009F392E" w:rsidP="00557B15"/>
    <w:p w14:paraId="73A395C9" w14:textId="77777777" w:rsidR="00AD0A8A" w:rsidRDefault="00AD0A8A" w:rsidP="00557B15"/>
    <w:p w14:paraId="1AC2285B" w14:textId="01F2BB9F" w:rsidR="00AD0A8A" w:rsidRDefault="00AD0A8A" w:rsidP="00AD0A8A">
      <w:pPr>
        <w:pStyle w:val="Odstavecseseznamem"/>
        <w:rPr>
          <w:color w:val="FF0000"/>
        </w:rPr>
      </w:pPr>
      <w:r w:rsidRPr="003C6D72">
        <w:rPr>
          <w:color w:val="FF0000"/>
        </w:rPr>
        <w:t>*</w:t>
      </w:r>
      <w:r w:rsidR="003C6D72" w:rsidRPr="003C6D72">
        <w:rPr>
          <w:color w:val="FF0000"/>
        </w:rPr>
        <w:t xml:space="preserve"> účastník </w:t>
      </w:r>
      <w:r w:rsidR="001D26A9">
        <w:rPr>
          <w:color w:val="FF0000"/>
        </w:rPr>
        <w:t>vybere</w:t>
      </w:r>
      <w:r w:rsidR="001D26A9" w:rsidRPr="003C6D72">
        <w:rPr>
          <w:color w:val="FF0000"/>
        </w:rPr>
        <w:t xml:space="preserve"> </w:t>
      </w:r>
      <w:r w:rsidR="00FE49DE">
        <w:rPr>
          <w:color w:val="FF0000"/>
        </w:rPr>
        <w:t xml:space="preserve">v rozbalovacím menu </w:t>
      </w:r>
      <w:r w:rsidRPr="003C6D72">
        <w:rPr>
          <w:color w:val="FF0000"/>
        </w:rPr>
        <w:t xml:space="preserve">tu část veřejné zakázky, </w:t>
      </w:r>
      <w:r w:rsidR="003C6D72">
        <w:rPr>
          <w:color w:val="FF0000"/>
        </w:rPr>
        <w:t>na</w:t>
      </w:r>
      <w:r w:rsidRPr="003C6D72">
        <w:rPr>
          <w:color w:val="FF0000"/>
        </w:rPr>
        <w:t xml:space="preserve"> kterou podává nabídku. </w:t>
      </w:r>
      <w:r w:rsidR="00625B56">
        <w:rPr>
          <w:color w:val="FF0000"/>
        </w:rPr>
        <w:t>V případě podání nabídky na více částí veřejné zakázky předloží pro každou tuto část samostatné čestné prohlášení o nabízené provozovně.</w:t>
      </w:r>
    </w:p>
    <w:p w14:paraId="6A39685B" w14:textId="1C87AA73" w:rsidR="003C6D72" w:rsidRPr="00C536EE" w:rsidRDefault="003C6D72" w:rsidP="00AD0A8A">
      <w:pPr>
        <w:pStyle w:val="Odstavecseseznamem"/>
      </w:pPr>
      <w:r w:rsidRPr="00C536EE">
        <w:t>**účastník doplní údaje o GPS lokaci provozovny, zjištěné z Google maps (</w:t>
      </w:r>
      <w:hyperlink r:id="rId11" w:history="1">
        <w:r w:rsidRPr="00C536EE">
          <w:rPr>
            <w:rStyle w:val="Hypertextovodkaz"/>
          </w:rPr>
          <w:t>https://www.google.com/maps</w:t>
        </w:r>
      </w:hyperlink>
      <w:r w:rsidRPr="00C536EE">
        <w:t>)</w:t>
      </w:r>
    </w:p>
    <w:sectPr w:rsidR="003C6D72" w:rsidRPr="00C536EE" w:rsidSect="001347B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EE92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3C36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7109D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BD9A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C4263"/>
    <w:multiLevelType w:val="hybridMultilevel"/>
    <w:tmpl w:val="6748CC7E"/>
    <w:lvl w:ilvl="0" w:tplc="9B2A0C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9"/>
  </w:num>
  <w:num w:numId="5" w16cid:durableId="1347634429">
    <w:abstractNumId w:val="4"/>
  </w:num>
  <w:num w:numId="6" w16cid:durableId="548104072">
    <w:abstractNumId w:val="6"/>
  </w:num>
  <w:num w:numId="7" w16cid:durableId="1152647955">
    <w:abstractNumId w:val="0"/>
  </w:num>
  <w:num w:numId="8" w16cid:durableId="1112437267">
    <w:abstractNumId w:val="7"/>
  </w:num>
  <w:num w:numId="9" w16cid:durableId="8949728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6"/>
  </w:num>
  <w:num w:numId="11" w16cid:durableId="691804249">
    <w:abstractNumId w:val="1"/>
  </w:num>
  <w:num w:numId="12" w16cid:durableId="863254714">
    <w:abstractNumId w:val="6"/>
  </w:num>
  <w:num w:numId="13" w16cid:durableId="225532791">
    <w:abstractNumId w:val="6"/>
  </w:num>
  <w:num w:numId="14" w16cid:durableId="1477726499">
    <w:abstractNumId w:val="6"/>
  </w:num>
  <w:num w:numId="15" w16cid:durableId="42756203">
    <w:abstractNumId w:val="6"/>
  </w:num>
  <w:num w:numId="16" w16cid:durableId="999116579">
    <w:abstractNumId w:val="10"/>
  </w:num>
  <w:num w:numId="17" w16cid:durableId="1752966944">
    <w:abstractNumId w:val="3"/>
  </w:num>
  <w:num w:numId="18" w16cid:durableId="1027221191">
    <w:abstractNumId w:val="10"/>
  </w:num>
  <w:num w:numId="19" w16cid:durableId="1377974415">
    <w:abstractNumId w:val="10"/>
  </w:num>
  <w:num w:numId="20" w16cid:durableId="1131560277">
    <w:abstractNumId w:val="10"/>
  </w:num>
  <w:num w:numId="21" w16cid:durableId="778643790">
    <w:abstractNumId w:val="10"/>
  </w:num>
  <w:num w:numId="22" w16cid:durableId="944964106">
    <w:abstractNumId w:val="6"/>
  </w:num>
  <w:num w:numId="23" w16cid:durableId="1274630763">
    <w:abstractNumId w:val="1"/>
  </w:num>
  <w:num w:numId="24" w16cid:durableId="660548762">
    <w:abstractNumId w:val="6"/>
  </w:num>
  <w:num w:numId="25" w16cid:durableId="1891771420">
    <w:abstractNumId w:val="6"/>
  </w:num>
  <w:num w:numId="26" w16cid:durableId="1299334754">
    <w:abstractNumId w:val="6"/>
  </w:num>
  <w:num w:numId="27" w16cid:durableId="302545406">
    <w:abstractNumId w:val="6"/>
  </w:num>
  <w:num w:numId="28" w16cid:durableId="907499733">
    <w:abstractNumId w:val="10"/>
  </w:num>
  <w:num w:numId="29" w16cid:durableId="277953917">
    <w:abstractNumId w:val="3"/>
  </w:num>
  <w:num w:numId="30" w16cid:durableId="2020035279">
    <w:abstractNumId w:val="10"/>
  </w:num>
  <w:num w:numId="31" w16cid:durableId="983775749">
    <w:abstractNumId w:val="10"/>
  </w:num>
  <w:num w:numId="32" w16cid:durableId="1916619719">
    <w:abstractNumId w:val="10"/>
  </w:num>
  <w:num w:numId="33" w16cid:durableId="726029839">
    <w:abstractNumId w:val="10"/>
  </w:num>
  <w:num w:numId="34" w16cid:durableId="528177630">
    <w:abstractNumId w:val="2"/>
  </w:num>
  <w:num w:numId="35" w16cid:durableId="162118575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6ACC"/>
    <w:rsid w:val="00062692"/>
    <w:rsid w:val="00072C1E"/>
    <w:rsid w:val="00085C46"/>
    <w:rsid w:val="00086D8C"/>
    <w:rsid w:val="000C1AB0"/>
    <w:rsid w:val="000C4AB7"/>
    <w:rsid w:val="000E23A7"/>
    <w:rsid w:val="0010693F"/>
    <w:rsid w:val="00110026"/>
    <w:rsid w:val="00114363"/>
    <w:rsid w:val="00114472"/>
    <w:rsid w:val="001347BE"/>
    <w:rsid w:val="0013640A"/>
    <w:rsid w:val="00145280"/>
    <w:rsid w:val="00154352"/>
    <w:rsid w:val="001550BC"/>
    <w:rsid w:val="001605B9"/>
    <w:rsid w:val="00170EC5"/>
    <w:rsid w:val="001747C1"/>
    <w:rsid w:val="001828BE"/>
    <w:rsid w:val="00184743"/>
    <w:rsid w:val="00195286"/>
    <w:rsid w:val="001D26A9"/>
    <w:rsid w:val="001F103E"/>
    <w:rsid w:val="00207DF5"/>
    <w:rsid w:val="002434CB"/>
    <w:rsid w:val="00261E17"/>
    <w:rsid w:val="00280E07"/>
    <w:rsid w:val="002C31BF"/>
    <w:rsid w:val="002D08B1"/>
    <w:rsid w:val="002E0CD7"/>
    <w:rsid w:val="002E5F57"/>
    <w:rsid w:val="00317055"/>
    <w:rsid w:val="00330FD9"/>
    <w:rsid w:val="00332B68"/>
    <w:rsid w:val="00341DCF"/>
    <w:rsid w:val="00357BC6"/>
    <w:rsid w:val="003858C6"/>
    <w:rsid w:val="00385BB0"/>
    <w:rsid w:val="003956C6"/>
    <w:rsid w:val="003B799A"/>
    <w:rsid w:val="003C6D7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6539E"/>
    <w:rsid w:val="005736B7"/>
    <w:rsid w:val="00575E5A"/>
    <w:rsid w:val="005C48ED"/>
    <w:rsid w:val="005F1404"/>
    <w:rsid w:val="0061068E"/>
    <w:rsid w:val="00625B56"/>
    <w:rsid w:val="006368CB"/>
    <w:rsid w:val="00654385"/>
    <w:rsid w:val="00660AD3"/>
    <w:rsid w:val="00677B7F"/>
    <w:rsid w:val="006A293E"/>
    <w:rsid w:val="006A5570"/>
    <w:rsid w:val="006A689C"/>
    <w:rsid w:val="006B3D79"/>
    <w:rsid w:val="006C6DD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184A"/>
    <w:rsid w:val="007B570C"/>
    <w:rsid w:val="007C589B"/>
    <w:rsid w:val="007E4A6E"/>
    <w:rsid w:val="007E6DB6"/>
    <w:rsid w:val="007F56A7"/>
    <w:rsid w:val="007F769F"/>
    <w:rsid w:val="00806B6D"/>
    <w:rsid w:val="00807DD0"/>
    <w:rsid w:val="00812EDC"/>
    <w:rsid w:val="008145D7"/>
    <w:rsid w:val="008320F8"/>
    <w:rsid w:val="0084079D"/>
    <w:rsid w:val="008659F3"/>
    <w:rsid w:val="00886D4B"/>
    <w:rsid w:val="00895406"/>
    <w:rsid w:val="008A3568"/>
    <w:rsid w:val="008C39C7"/>
    <w:rsid w:val="008D03B9"/>
    <w:rsid w:val="008D1116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0600"/>
    <w:rsid w:val="00A2562F"/>
    <w:rsid w:val="00A262EA"/>
    <w:rsid w:val="00A6177B"/>
    <w:rsid w:val="00A66136"/>
    <w:rsid w:val="00AA4CBB"/>
    <w:rsid w:val="00AA65FA"/>
    <w:rsid w:val="00AA7351"/>
    <w:rsid w:val="00AB62AB"/>
    <w:rsid w:val="00AD056F"/>
    <w:rsid w:val="00AD0A8A"/>
    <w:rsid w:val="00AD6731"/>
    <w:rsid w:val="00AF5645"/>
    <w:rsid w:val="00B15D0D"/>
    <w:rsid w:val="00B75EE1"/>
    <w:rsid w:val="00B77481"/>
    <w:rsid w:val="00B8518B"/>
    <w:rsid w:val="00BB658E"/>
    <w:rsid w:val="00BD193D"/>
    <w:rsid w:val="00BD7E91"/>
    <w:rsid w:val="00C02D0A"/>
    <w:rsid w:val="00C03A6E"/>
    <w:rsid w:val="00C17A08"/>
    <w:rsid w:val="00C31A98"/>
    <w:rsid w:val="00C44F6A"/>
    <w:rsid w:val="00C47AE3"/>
    <w:rsid w:val="00C536EE"/>
    <w:rsid w:val="00C60944"/>
    <w:rsid w:val="00C76D6D"/>
    <w:rsid w:val="00C92EFA"/>
    <w:rsid w:val="00CD1FC4"/>
    <w:rsid w:val="00D21061"/>
    <w:rsid w:val="00D4108E"/>
    <w:rsid w:val="00D6163D"/>
    <w:rsid w:val="00D62090"/>
    <w:rsid w:val="00D73D46"/>
    <w:rsid w:val="00D831A3"/>
    <w:rsid w:val="00D870E3"/>
    <w:rsid w:val="00DB6511"/>
    <w:rsid w:val="00DC75F3"/>
    <w:rsid w:val="00DD46F3"/>
    <w:rsid w:val="00DE56F2"/>
    <w:rsid w:val="00DF09FD"/>
    <w:rsid w:val="00DF116D"/>
    <w:rsid w:val="00E151F7"/>
    <w:rsid w:val="00E3197E"/>
    <w:rsid w:val="00E331EF"/>
    <w:rsid w:val="00E36C4A"/>
    <w:rsid w:val="00E77D54"/>
    <w:rsid w:val="00EB104F"/>
    <w:rsid w:val="00EB4ED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  <w:style w:type="character" w:styleId="Nevyeenzmnka">
    <w:name w:val="Unresolved Mention"/>
    <w:basedOn w:val="Standardnpsmoodstavce"/>
    <w:uiPriority w:val="99"/>
    <w:semiHidden/>
    <w:unhideWhenUsed/>
    <w:rsid w:val="003C6D72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1D26A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com/map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5AF934FE5A4793B3FAFC3D2C914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F1E5C3-E703-4B5F-AAA2-2A2FA7055262}"/>
      </w:docPartPr>
      <w:docPartBody>
        <w:p w:rsidR="0002077C" w:rsidRDefault="0002077C" w:rsidP="0002077C">
          <w:pPr>
            <w:pStyle w:val="125AF934FE5A4793B3FAFC3D2C914DB1"/>
          </w:pPr>
          <w:r w:rsidRPr="000C4AB7">
            <w:rPr>
              <w:color w:val="FF0000"/>
              <w:lang w:val="en-US"/>
            </w:rPr>
            <w:t>[</w:t>
          </w:r>
          <w:r w:rsidRPr="000C4AB7">
            <w:rPr>
              <w:color w:val="FF0000"/>
            </w:rPr>
            <w:t>zvolte část].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7C"/>
    <w:rsid w:val="0002077C"/>
    <w:rsid w:val="00110026"/>
    <w:rsid w:val="00195286"/>
    <w:rsid w:val="0056539E"/>
    <w:rsid w:val="006C6DDD"/>
    <w:rsid w:val="008320F8"/>
    <w:rsid w:val="00AB62AB"/>
    <w:rsid w:val="00EB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077C"/>
    <w:rPr>
      <w:color w:val="666666"/>
    </w:rPr>
  </w:style>
  <w:style w:type="paragraph" w:customStyle="1" w:styleId="125AF934FE5A4793B3FAFC3D2C914DB1">
    <w:name w:val="125AF934FE5A4793B3FAFC3D2C914DB1"/>
    <w:rsid w:val="0002077C"/>
    <w:pPr>
      <w:spacing w:before="120" w:after="120" w:line="264" w:lineRule="auto"/>
      <w:jc w:val="both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2025-06-09T07:09:00Z</cp:lastPrinted>
  <dcterms:created xsi:type="dcterms:W3CDTF">2025-07-03T07:16:00Z</dcterms:created>
  <dcterms:modified xsi:type="dcterms:W3CDTF">2025-07-03T07:16:00Z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